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BAE84" w14:textId="3F4CC389" w:rsidR="00831721" w:rsidRDefault="00E82FCF" w:rsidP="00831721">
      <w:pPr>
        <w:spacing w:before="120" w:after="0"/>
      </w:pPr>
      <w:r w:rsidRPr="0041428F">
        <w:rPr>
          <w:noProof/>
          <w:color w:val="000000" w:themeColor="text1"/>
          <w:lang w:bidi="pt-BR"/>
        </w:rPr>
        <mc:AlternateContent>
          <mc:Choice Requires="wps">
            <w:drawing>
              <wp:inline distT="0" distB="0" distL="0" distR="0" wp14:anchorId="4AF643DB" wp14:editId="179B4408">
                <wp:extent cx="3162300" cy="407670"/>
                <wp:effectExtent l="19050" t="19050" r="19050" b="26035"/>
                <wp:docPr id="18" name="Forma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A099E0-27DA-42BD-9D42-E4CA07B78F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40767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bg1"/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lc="http://schemas.openxmlformats.org/drawingml/2006/lockedCanvas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E9D9EEE" w14:textId="77777777" w:rsidR="00E82FCF" w:rsidRPr="00E82FCF" w:rsidRDefault="00E82FCF" w:rsidP="00E82FCF">
                            <w:pPr>
                              <w:pStyle w:val="Logotip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 w:bidi="pt-BR"/>
                              </w:rPr>
                              <w:t>PROJETO OUVIDORIA</w:t>
                            </w:r>
                          </w:p>
                        </w:txbxContent>
                      </wps:txbx>
                      <wps:bodyPr wrap="square" lIns="19050" tIns="19050" rIns="19050" bIns="19050" anchor="ctr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F643DB" id="Forma 61" o:spid="_x0000_s1026" style="width:249pt;height:3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" filled="f" strokecolor="white [3212]" strokeweight="3pt">
                <v:stroke miterlimit="4"/>
                <v:textbox style="mso-fit-shape-to-text:t" inset="1.5pt,1.5pt,1.5pt,1.5pt">
                  <w:txbxContent>
                    <w:p w14:paraId="6E9D9EEE" w14:textId="77777777" w:rsidR="00E82FCF" w:rsidRPr="00E82FCF" w:rsidRDefault="00E82FCF" w:rsidP="00E82FCF">
                      <w:pPr>
                        <w:pStyle w:val="Logotipo"/>
                        <w:rPr>
                          <w:lang w:val="en-US"/>
                        </w:rPr>
                      </w:pPr>
                      <w:r>
                        <w:rPr>
                          <w:lang w:val="en-US" w:bidi="pt-BR"/>
                        </w:rPr>
                        <w:t>PROJETO OUVIDORIA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831721" w:rsidRPr="0041428F">
        <w:rPr>
          <w:noProof/>
          <w:lang w:bidi="pt-BR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2319936D" wp14:editId="69F67294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8247380" cy="1811655"/>
                <wp:effectExtent l="0" t="0" r="1270" b="0"/>
                <wp:wrapNone/>
                <wp:docPr id="19" name="Elemento gráfico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7380" cy="1811655"/>
                          <a:chOff x="-7144" y="-7144"/>
                          <a:chExt cx="6005513" cy="1924050"/>
                        </a:xfrm>
                      </wpg:grpSpPr>
                      <wps:wsp>
                        <wps:cNvPr id="20" name="Forma Livre: Forma 20"/>
                        <wps:cNvSpPr/>
                        <wps:spPr>
                          <a:xfrm>
                            <a:off x="2121694" y="-7144"/>
                            <a:ext cx="3876675" cy="1762125"/>
                          </a:xfrm>
                          <a:custGeom>
                            <a:avLst/>
                            <a:gdLst>
                              <a:gd name="connsiteX0" fmla="*/ 3869531 w 3876675"/>
                              <a:gd name="connsiteY0" fmla="*/ 1359694 h 1762125"/>
                              <a:gd name="connsiteX1" fmla="*/ 2359819 w 3876675"/>
                              <a:gd name="connsiteY1" fmla="*/ 1744504 h 1762125"/>
                              <a:gd name="connsiteX2" fmla="*/ 7144 w 3876675"/>
                              <a:gd name="connsiteY2" fmla="*/ 1287304 h 1762125"/>
                              <a:gd name="connsiteX3" fmla="*/ 7144 w 3876675"/>
                              <a:gd name="connsiteY3" fmla="*/ 7144 h 1762125"/>
                              <a:gd name="connsiteX4" fmla="*/ 3869531 w 3876675"/>
                              <a:gd name="connsiteY4" fmla="*/ 7144 h 1762125"/>
                              <a:gd name="connsiteX5" fmla="*/ 3869531 w 3876675"/>
                              <a:gd name="connsiteY5" fmla="*/ 1359694 h 1762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876675" h="1762125">
                                <a:moveTo>
                                  <a:pt x="3869531" y="1359694"/>
                                </a:moveTo>
                                <a:cubicBezTo>
                                  <a:pt x="3869531" y="1359694"/>
                                  <a:pt x="3379946" y="1834039"/>
                                  <a:pt x="2359819" y="1744504"/>
                                </a:cubicBezTo>
                                <a:cubicBezTo>
                                  <a:pt x="1339691" y="1654969"/>
                                  <a:pt x="936784" y="1180624"/>
                                  <a:pt x="7144" y="1287304"/>
                                </a:cubicBezTo>
                                <a:lnTo>
                                  <a:pt x="7144" y="7144"/>
                                </a:lnTo>
                                <a:lnTo>
                                  <a:pt x="3869531" y="7144"/>
                                </a:lnTo>
                                <a:lnTo>
                                  <a:pt x="3869531" y="1359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orma Livre: Forma 22"/>
                        <wps:cNvSpPr/>
                        <wps:spPr>
                          <a:xfrm>
                            <a:off x="-7144" y="-7144"/>
                            <a:ext cx="6000750" cy="1924050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1699736 h 1924050"/>
                              <a:gd name="connsiteX1" fmla="*/ 2934176 w 6000750"/>
                              <a:gd name="connsiteY1" fmla="*/ 1484471 h 1924050"/>
                              <a:gd name="connsiteX2" fmla="*/ 5998369 w 6000750"/>
                              <a:gd name="connsiteY2" fmla="*/ 893921 h 1924050"/>
                              <a:gd name="connsiteX3" fmla="*/ 5998369 w 6000750"/>
                              <a:gd name="connsiteY3" fmla="*/ 7144 h 1924050"/>
                              <a:gd name="connsiteX4" fmla="*/ 7144 w 6000750"/>
                              <a:gd name="connsiteY4" fmla="*/ 7144 h 1924050"/>
                              <a:gd name="connsiteX5" fmla="*/ 7144 w 6000750"/>
                              <a:gd name="connsiteY5" fmla="*/ 1699736 h 1924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1924050">
                                <a:moveTo>
                                  <a:pt x="7144" y="1699736"/>
                                </a:moveTo>
                                <a:cubicBezTo>
                                  <a:pt x="7144" y="1699736"/>
                                  <a:pt x="1410176" y="2317909"/>
                                  <a:pt x="2934176" y="1484471"/>
                                </a:cubicBezTo>
                                <a:cubicBezTo>
                                  <a:pt x="4459129" y="651986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lnTo>
                                  <a:pt x="7144" y="1699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orma livre: Forma 23"/>
                        <wps:cNvSpPr/>
                        <wps:spPr>
                          <a:xfrm>
                            <a:off x="-7144" y="-7144"/>
                            <a:ext cx="6000750" cy="904875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7144 h 904875"/>
                              <a:gd name="connsiteX1" fmla="*/ 7144 w 6000750"/>
                              <a:gd name="connsiteY1" fmla="*/ 613886 h 904875"/>
                              <a:gd name="connsiteX2" fmla="*/ 3546634 w 6000750"/>
                              <a:gd name="connsiteY2" fmla="*/ 574834 h 904875"/>
                              <a:gd name="connsiteX3" fmla="*/ 5998369 w 6000750"/>
                              <a:gd name="connsiteY3" fmla="*/ 893921 h 904875"/>
                              <a:gd name="connsiteX4" fmla="*/ 5998369 w 6000750"/>
                              <a:gd name="connsiteY4" fmla="*/ 7144 h 904875"/>
                              <a:gd name="connsiteX5" fmla="*/ 7144 w 6000750"/>
                              <a:gd name="connsiteY5" fmla="*/ 7144 h 904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904875">
                                <a:moveTo>
                                  <a:pt x="7144" y="7144"/>
                                </a:moveTo>
                                <a:lnTo>
                                  <a:pt x="7144" y="613886"/>
                                </a:lnTo>
                                <a:cubicBezTo>
                                  <a:pt x="647224" y="1034891"/>
                                  <a:pt x="2136934" y="964406"/>
                                  <a:pt x="3546634" y="574834"/>
                                </a:cubicBezTo>
                                <a:cubicBezTo>
                                  <a:pt x="4882039" y="205264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1"/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orma livre: Forma 24"/>
                        <wps:cNvSpPr/>
                        <wps:spPr>
                          <a:xfrm>
                            <a:off x="3176111" y="924401"/>
                            <a:ext cx="2819400" cy="828675"/>
                          </a:xfrm>
                          <a:custGeom>
                            <a:avLst/>
                            <a:gdLst>
                              <a:gd name="connsiteX0" fmla="*/ 7144 w 2819400"/>
                              <a:gd name="connsiteY0" fmla="*/ 481489 h 828675"/>
                              <a:gd name="connsiteX1" fmla="*/ 1305401 w 2819400"/>
                              <a:gd name="connsiteY1" fmla="*/ 812959 h 828675"/>
                              <a:gd name="connsiteX2" fmla="*/ 2815114 w 2819400"/>
                              <a:gd name="connsiteY2" fmla="*/ 428149 h 828675"/>
                              <a:gd name="connsiteX3" fmla="*/ 2815114 w 2819400"/>
                              <a:gd name="connsiteY3" fmla="*/ 7144 h 828675"/>
                              <a:gd name="connsiteX4" fmla="*/ 7144 w 2819400"/>
                              <a:gd name="connsiteY4" fmla="*/ 481489 h 828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19400" h="828675">
                                <a:moveTo>
                                  <a:pt x="7144" y="481489"/>
                                </a:moveTo>
                                <a:cubicBezTo>
                                  <a:pt x="380524" y="602456"/>
                                  <a:pt x="751999" y="764381"/>
                                  <a:pt x="1305401" y="812959"/>
                                </a:cubicBezTo>
                                <a:cubicBezTo>
                                  <a:pt x="2325529" y="902494"/>
                                  <a:pt x="2815114" y="428149"/>
                                  <a:pt x="2815114" y="428149"/>
                                </a:cubicBezTo>
                                <a:lnTo>
                                  <a:pt x="2815114" y="7144"/>
                                </a:lnTo>
                                <a:cubicBezTo>
                                  <a:pt x="2332196" y="236696"/>
                                  <a:pt x="1376839" y="568166"/>
                                  <a:pt x="7144" y="481489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2"/>
                              </a:gs>
                              <a:gs pos="100000">
                                <a:schemeClr val="accent2">
                                  <a:lumMod val="75000"/>
                                </a:schemeClr>
                              </a:gs>
                            </a:gsLst>
                            <a:lin ang="0" scaled="1"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7083C6" id="Elemento gráfico 17" o:spid="_x0000_s1026" alt="&quot;&quot;" style="position:absolute;margin-left:0;margin-top:-36pt;width:649.4pt;height:142.65pt;z-index:-251657216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">
                <v:shape id="Forma Livre: Forma 20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" path="m3869531,1359694v,,-489585,474345,-1509712,384810c1339691,1654969,936784,1180624,7144,1287304l7144,7144r3862387,l3869531,1359694xe" fillcolor="#009dd9 [3205]" stroked="f">
                  <v:stroke joinstyle="miter"/>
                  <v:path arrowok="t" o:connecttype="custom" o:connectlocs="3869531,1359694;2359819,1744504;7144,1287304;7144,7144;3869531,7144;3869531,1359694" o:connectangles="0,0,0,0,0,0"/>
                </v:shape>
                <v:shape id="Forma Livre: Forma 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 path="m7144,1699736v,,1403032,618173,2927032,-215265c4459129,651986,5998369,893921,5998369,893921r,-886777l7144,7144r,1692592xe" fillcolor="#17406d [3204]" stroked="f">
                  <v:stroke joinstyle="miter"/>
                  <v:path arrowok="t" o:connecttype="custom" o:connectlocs="7144,1699736;2934176,1484471;5998369,893921;5998369,7144;7144,7144;7144,1699736" o:connectangles="0,0,0,0,0,0"/>
                </v:shape>
                <v:shape id="Forma livre: Forma 23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 path="m7144,7144r,606742c647224,1034891,2136934,964406,3546634,574834,4882039,205264,5998369,893921,5998369,893921r,-886777l7144,7144xe" fillcolor="#17406d [3204]" stroked="f">
                  <v:fill color2="#4389d7 [1940]" rotate="t" angle="90" focus="100%" type="gradient"/>
                  <v:stroke joinstyle="miter"/>
                  <v:path arrowok="t" o:connecttype="custom" o:connectlocs="7144,7144;7144,613886;3546634,574834;5998369,893921;5998369,7144;7144,7144" o:connectangles="0,0,0,0,0,0"/>
                </v:shape>
                <v:shape id="Forma livre: Forma 24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" path="m7144,481489c380524,602456,751999,764381,1305401,812959,2325529,902494,2815114,428149,2815114,428149r,-421005c2332196,236696,1376839,568166,7144,481489xe" fillcolor="#009dd9 [3205]" stroked="f">
                  <v:fill color2="#0075a2 [2405]" angle="90" focus="100%" type="gradient"/>
                  <v:stroke joinstyle="miter"/>
                  <v:path arrowok="t" o:connecttype="custom" o:connectlocs="7144,481489;1305401,812959;2815114,428149;2815114,7144;7144,481489" o:connectangles="0,0,0,0,0"/>
                </v:shape>
                <w10:wrap anchorx="page"/>
                <w10:anchorlock/>
              </v:group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Tabela de layout de cabeçalho"/>
      </w:tblPr>
      <w:tblGrid>
        <w:gridCol w:w="10466"/>
      </w:tblGrid>
      <w:tr w:rsidR="00A66B18" w:rsidRPr="0041428F" w14:paraId="78A286F9" w14:textId="77777777" w:rsidTr="00E82FCF">
        <w:trPr>
          <w:trHeight w:val="270"/>
          <w:jc w:val="center"/>
        </w:trPr>
        <w:tc>
          <w:tcPr>
            <w:tcW w:w="10466" w:type="dxa"/>
          </w:tcPr>
          <w:p w14:paraId="5DD2BCD1" w14:textId="7EF64259" w:rsidR="00A66B18" w:rsidRPr="0041428F" w:rsidRDefault="00224610" w:rsidP="00A66B18">
            <w:pPr>
              <w:pStyle w:val="Informaesdecontato"/>
              <w:rPr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5C90C52" wp14:editId="36CA46B5">
                  <wp:simplePos x="0" y="0"/>
                  <wp:positionH relativeFrom="column">
                    <wp:posOffset>5367443</wp:posOffset>
                  </wp:positionH>
                  <wp:positionV relativeFrom="paragraph">
                    <wp:posOffset>-356870</wp:posOffset>
                  </wp:positionV>
                  <wp:extent cx="1223434" cy="578278"/>
                  <wp:effectExtent l="0" t="0" r="0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434" cy="578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60DDEDA" w14:textId="77777777" w:rsidR="00A66B18" w:rsidRDefault="00A66B18"/>
    <w:p w14:paraId="0D2B4FC1" w14:textId="6CFAB63B" w:rsidR="00A66B18" w:rsidRPr="00A66B18" w:rsidRDefault="00E82FCF" w:rsidP="00A66B18">
      <w:pPr>
        <w:pStyle w:val="Destinatrio1"/>
      </w:pPr>
      <w:r>
        <w:t>Descrição do Projeto</w:t>
      </w:r>
    </w:p>
    <w:p w14:paraId="519F4AA5" w14:textId="767517AC" w:rsidR="00A66B18" w:rsidRDefault="00E82FCF" w:rsidP="00E82FCF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Comumente as empresas criam um setor intitulado Ouvidoria, que acolhe manifestações dos seus clientes, que podem ser reclamações, sugestões ou, raramente, elogios. Neste sentido, a Universidade XYZ contratou um time de 6 alunos do curso de Sistemas de Informação da </w:t>
      </w:r>
      <w:proofErr w:type="spellStart"/>
      <w:r>
        <w:rPr>
          <w:color w:val="000000" w:themeColor="text1"/>
        </w:rPr>
        <w:t>UniFacisa</w:t>
      </w:r>
      <w:proofErr w:type="spellEnd"/>
      <w:r>
        <w:rPr>
          <w:color w:val="000000" w:themeColor="text1"/>
        </w:rPr>
        <w:t xml:space="preserve"> para desenvolvimento de um sistema de ouvidoria.</w:t>
      </w:r>
    </w:p>
    <w:p w14:paraId="77E19A74" w14:textId="653402EA" w:rsidR="00E82FCF" w:rsidRDefault="00E82FCF" w:rsidP="00E82FCF">
      <w:pPr>
        <w:jc w:val="both"/>
        <w:rPr>
          <w:color w:val="000000" w:themeColor="text1"/>
        </w:rPr>
      </w:pPr>
      <w:r>
        <w:rPr>
          <w:color w:val="000000" w:themeColor="text1"/>
        </w:rPr>
        <w:t>O sistema será desenvolvido em 3 etapas e, o detalhamento da primeira etapa é realizada a seguir.</w:t>
      </w:r>
    </w:p>
    <w:p w14:paraId="01DB48A0" w14:textId="6DF8F714" w:rsidR="00E82FCF" w:rsidRPr="00A66B18" w:rsidRDefault="00E82FCF" w:rsidP="00E82FCF">
      <w:pPr>
        <w:pStyle w:val="Destinatrio1"/>
      </w:pPr>
      <w:r>
        <w:t>Etapa 1</w:t>
      </w:r>
    </w:p>
    <w:p w14:paraId="03D36858" w14:textId="53BA5471" w:rsidR="00E82FCF" w:rsidRDefault="00E82FCF" w:rsidP="00E82FCF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O sistema deve apresentar um </w:t>
      </w:r>
      <w:r w:rsidRPr="00E82FCF">
        <w:rPr>
          <w:b/>
          <w:bCs/>
          <w:color w:val="000000" w:themeColor="text1"/>
          <w:u w:val="single"/>
        </w:rPr>
        <w:t>menu com 5 opções</w:t>
      </w:r>
      <w:r>
        <w:rPr>
          <w:color w:val="000000" w:themeColor="text1"/>
        </w:rPr>
        <w:t>: 1) Listagem das Manifestações, 2) Criar uma nova Manifestação, 3) Exibir quantidade de manifestações, 4) Pesquisar uma manifestação por código e 5) Sair do Sistema.</w:t>
      </w:r>
    </w:p>
    <w:p w14:paraId="2E4661F2" w14:textId="4E39520D" w:rsidR="00E82FCF" w:rsidRDefault="00E82FCF" w:rsidP="00E82FCF">
      <w:pPr>
        <w:jc w:val="both"/>
        <w:rPr>
          <w:color w:val="000000" w:themeColor="text1"/>
        </w:rPr>
      </w:pPr>
      <w:r>
        <w:rPr>
          <w:color w:val="000000" w:themeColor="text1"/>
        </w:rPr>
        <w:t>A primeira opção (</w:t>
      </w:r>
      <w:r>
        <w:rPr>
          <w:color w:val="000000" w:themeColor="text1"/>
        </w:rPr>
        <w:t>Listagem das Manifestações</w:t>
      </w:r>
      <w:r>
        <w:rPr>
          <w:color w:val="000000" w:themeColor="text1"/>
        </w:rPr>
        <w:t>), deve listar as manifestações no seguinte formato:</w:t>
      </w:r>
    </w:p>
    <w:p w14:paraId="080D93CB" w14:textId="15C337E8" w:rsidR="00E82FCF" w:rsidRPr="00E82FCF" w:rsidRDefault="00E82FCF" w:rsidP="00E82FCF">
      <w:pPr>
        <w:pStyle w:val="PargrafodaLista"/>
        <w:numPr>
          <w:ilvl w:val="0"/>
          <w:numId w:val="1"/>
        </w:numPr>
        <w:jc w:val="both"/>
        <w:rPr>
          <w:color w:val="000000" w:themeColor="text1"/>
        </w:rPr>
      </w:pPr>
      <w:r w:rsidRPr="00E82FCF">
        <w:rPr>
          <w:b/>
          <w:bCs/>
          <w:color w:val="000000" w:themeColor="text1"/>
        </w:rPr>
        <w:t>Manifestação 1)</w:t>
      </w:r>
      <w:r w:rsidRPr="00E82FCF">
        <w:rPr>
          <w:color w:val="000000" w:themeColor="text1"/>
        </w:rPr>
        <w:t xml:space="preserve"> Não possui papel no banheiro</w:t>
      </w:r>
    </w:p>
    <w:p w14:paraId="7D447168" w14:textId="50E49A2E" w:rsidR="00E82FCF" w:rsidRPr="00E82FCF" w:rsidRDefault="00E82FCF" w:rsidP="00E82FCF">
      <w:pPr>
        <w:pStyle w:val="PargrafodaLista"/>
        <w:numPr>
          <w:ilvl w:val="0"/>
          <w:numId w:val="1"/>
        </w:numPr>
        <w:jc w:val="both"/>
        <w:rPr>
          <w:color w:val="000000" w:themeColor="text1"/>
        </w:rPr>
      </w:pPr>
      <w:r w:rsidRPr="00E82FCF">
        <w:rPr>
          <w:b/>
          <w:bCs/>
          <w:color w:val="000000" w:themeColor="text1"/>
        </w:rPr>
        <w:t>Manifestação 2)</w:t>
      </w:r>
      <w:r w:rsidRPr="00E82FCF">
        <w:rPr>
          <w:color w:val="000000" w:themeColor="text1"/>
        </w:rPr>
        <w:t xml:space="preserve"> A porta não está fechando</w:t>
      </w:r>
    </w:p>
    <w:p w14:paraId="0F3634CA" w14:textId="1BC01EE7" w:rsidR="00E82FCF" w:rsidRDefault="00E82FCF" w:rsidP="00E82FCF">
      <w:pPr>
        <w:pStyle w:val="Saudao"/>
        <w:jc w:val="both"/>
        <w:rPr>
          <w:color w:val="000000" w:themeColor="text1"/>
        </w:rPr>
      </w:pPr>
      <w:r>
        <w:t>Na sequência, a segunda opção (</w:t>
      </w:r>
      <w:r>
        <w:rPr>
          <w:color w:val="000000" w:themeColor="text1"/>
        </w:rPr>
        <w:t>Criar uma nova Manifestação</w:t>
      </w:r>
      <w:r>
        <w:rPr>
          <w:color w:val="000000" w:themeColor="text1"/>
        </w:rPr>
        <w:t xml:space="preserve">), deve solicitar ao usuário a </w:t>
      </w:r>
      <w:r w:rsidRPr="00E82FCF">
        <w:rPr>
          <w:b/>
          <w:bCs/>
          <w:color w:val="000000" w:themeColor="text1"/>
          <w:u w:val="single"/>
        </w:rPr>
        <w:t>descrição</w:t>
      </w:r>
      <w:r>
        <w:rPr>
          <w:color w:val="000000" w:themeColor="text1"/>
        </w:rPr>
        <w:t xml:space="preserve"> da Manifestação e adicioná-la a uma </w:t>
      </w:r>
      <w:r w:rsidRPr="00E82FCF">
        <w:rPr>
          <w:b/>
          <w:bCs/>
          <w:color w:val="000000" w:themeColor="text1"/>
          <w:u w:val="single"/>
        </w:rPr>
        <w:t>lista</w:t>
      </w:r>
      <w:r>
        <w:rPr>
          <w:color w:val="000000" w:themeColor="text1"/>
        </w:rPr>
        <w:t xml:space="preserve">. </w:t>
      </w:r>
      <w:r w:rsidRPr="00E82FCF">
        <w:rPr>
          <w:b/>
          <w:bCs/>
          <w:color w:val="000000" w:themeColor="text1"/>
          <w:u w:val="single"/>
        </w:rPr>
        <w:t>Ao final, deve informar ao usuário final a seguinte mensagem</w:t>
      </w:r>
      <w:r>
        <w:rPr>
          <w:color w:val="000000" w:themeColor="text1"/>
        </w:rPr>
        <w:t xml:space="preserve"> “Manifestação cadastrada com sucesso. O seu código é </w:t>
      </w:r>
      <w:r w:rsidRPr="00E82FCF">
        <w:rPr>
          <w:color w:val="FF0000"/>
          <w:highlight w:val="yellow"/>
        </w:rPr>
        <w:t>12</w:t>
      </w:r>
      <w:r>
        <w:rPr>
          <w:color w:val="000000" w:themeColor="text1"/>
        </w:rPr>
        <w:t xml:space="preserve">”. Note que, o </w:t>
      </w:r>
      <w:r w:rsidRPr="00E82FCF">
        <w:rPr>
          <w:color w:val="FF0000"/>
          <w:highlight w:val="yellow"/>
        </w:rPr>
        <w:t>12</w:t>
      </w:r>
      <w:r>
        <w:rPr>
          <w:color w:val="000000" w:themeColor="text1"/>
        </w:rPr>
        <w:t xml:space="preserve"> se refere ao código do item, de modo que, o primeiro item da lista (índice 0), corresponderá ao código 1, enquanto que, o segundo item da lista (índice 1), corresponderá ao código 2. (Dica: Lembre-se do </w:t>
      </w:r>
      <w:proofErr w:type="spellStart"/>
      <w:r w:rsidRPr="00E82FCF">
        <w:rPr>
          <w:i/>
          <w:iCs/>
          <w:color w:val="000000" w:themeColor="text1"/>
        </w:rPr>
        <w:t>len</w:t>
      </w:r>
      <w:proofErr w:type="spellEnd"/>
      <w:r>
        <w:rPr>
          <w:color w:val="000000" w:themeColor="text1"/>
        </w:rPr>
        <w:t>)</w:t>
      </w:r>
    </w:p>
    <w:p w14:paraId="346E3B84" w14:textId="49F6CA60" w:rsidR="00E82FCF" w:rsidRDefault="00E82FCF" w:rsidP="00E82FCF">
      <w:pPr>
        <w:pStyle w:val="Saudao"/>
        <w:jc w:val="both"/>
        <w:rPr>
          <w:color w:val="000000" w:themeColor="text1"/>
        </w:rPr>
      </w:pPr>
      <w:r>
        <w:t>A terceira opção (</w:t>
      </w:r>
      <w:r>
        <w:rPr>
          <w:color w:val="000000" w:themeColor="text1"/>
        </w:rPr>
        <w:t>Exibir quantidade de manifestações</w:t>
      </w:r>
      <w:r>
        <w:rPr>
          <w:color w:val="000000" w:themeColor="text1"/>
        </w:rPr>
        <w:t>)</w:t>
      </w:r>
      <w:r>
        <w:t>, exibe apenas a quantidade de Manifestações, no seguinte estilo: “Até o momento, o sistema possui exatas 13 manifestações”. Posteriormente, a opção 4 (</w:t>
      </w:r>
      <w:r>
        <w:rPr>
          <w:color w:val="000000" w:themeColor="text1"/>
        </w:rPr>
        <w:t>Pesquisar uma manifestação por código</w:t>
      </w:r>
      <w:r>
        <w:rPr>
          <w:color w:val="000000" w:themeColor="text1"/>
        </w:rPr>
        <w:t>) solicita ao usuário o código da manifestação (“Por favor, informe o código da manifestação”) e exibe o conteúdo da manifestação. Traduzindo em código, se o código informado for 123, estou me referindo a lista na posição 122, enquanto que, se o código for 1, estou me referindo a lista na posição 0.</w:t>
      </w:r>
    </w:p>
    <w:p w14:paraId="39E50C67" w14:textId="485C3988" w:rsidR="00A66B18" w:rsidRDefault="00E82FCF" w:rsidP="00845661">
      <w:pPr>
        <w:pStyle w:val="Saudao"/>
        <w:jc w:val="both"/>
      </w:pPr>
      <w:r>
        <w:t>A última opção, como se é de esperar, encerra o sistema. Se quiser, agradeça o uso, pois é o seu primeiro sistema e é importante agradecer a quem estiver usando.</w:t>
      </w:r>
      <w:r w:rsidR="00845661" w:rsidRPr="00845661">
        <w:t xml:space="preserve"> </w:t>
      </w:r>
    </w:p>
    <w:p w14:paraId="1517F126" w14:textId="528AF101" w:rsidR="00224610" w:rsidRDefault="00224610" w:rsidP="00845661">
      <w:pPr>
        <w:pStyle w:val="Saudao"/>
        <w:jc w:val="both"/>
      </w:pPr>
    </w:p>
    <w:p w14:paraId="2790C635" w14:textId="73DC3731" w:rsidR="00224610" w:rsidRPr="00A66B18" w:rsidRDefault="00224610" w:rsidP="00224610">
      <w:pPr>
        <w:pStyle w:val="Destinatrio1"/>
      </w:pPr>
      <w:r>
        <w:t>Perguntas e Respostas</w:t>
      </w:r>
    </w:p>
    <w:p w14:paraId="7810B040" w14:textId="0A6531BD" w:rsidR="00224610" w:rsidRDefault="00224610" w:rsidP="00224610">
      <w:pPr>
        <w:jc w:val="both"/>
        <w:rPr>
          <w:color w:val="000000" w:themeColor="text1"/>
        </w:rPr>
      </w:pPr>
    </w:p>
    <w:p w14:paraId="6731C546" w14:textId="65A015D6" w:rsidR="00224610" w:rsidRP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>Quantas pessoas por time?</w:t>
      </w:r>
      <w:r w:rsidRPr="00224610">
        <w:rPr>
          <w:color w:val="000000" w:themeColor="text1"/>
        </w:rPr>
        <w:t xml:space="preserve"> De 4 a 6 pessoas</w:t>
      </w:r>
    </w:p>
    <w:p w14:paraId="4E7EB426" w14:textId="5F388B32" w:rsidR="00224610" w:rsidRP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 xml:space="preserve">Tenho que enviar o projeto no </w:t>
      </w:r>
      <w:proofErr w:type="spellStart"/>
      <w:r w:rsidRPr="00224610">
        <w:rPr>
          <w:b/>
          <w:bCs/>
          <w:color w:val="000000" w:themeColor="text1"/>
        </w:rPr>
        <w:t>Canvas</w:t>
      </w:r>
      <w:proofErr w:type="spellEnd"/>
      <w:r w:rsidRPr="00224610">
        <w:rPr>
          <w:b/>
          <w:bCs/>
          <w:color w:val="000000" w:themeColor="text1"/>
        </w:rPr>
        <w:t xml:space="preserve"> (ferramenta da </w:t>
      </w:r>
      <w:proofErr w:type="spellStart"/>
      <w:r w:rsidRPr="00224610">
        <w:rPr>
          <w:b/>
          <w:bCs/>
          <w:color w:val="000000" w:themeColor="text1"/>
        </w:rPr>
        <w:t>UniFacisa</w:t>
      </w:r>
      <w:proofErr w:type="spellEnd"/>
      <w:r w:rsidRPr="00224610">
        <w:rPr>
          <w:b/>
          <w:bCs/>
          <w:color w:val="000000" w:themeColor="text1"/>
        </w:rPr>
        <w:t>)</w:t>
      </w:r>
      <w:r w:rsidRPr="00224610">
        <w:rPr>
          <w:b/>
          <w:bCs/>
          <w:color w:val="000000" w:themeColor="text1"/>
        </w:rPr>
        <w:t>?</w:t>
      </w:r>
      <w:r w:rsidRPr="00224610">
        <w:rPr>
          <w:color w:val="000000" w:themeColor="text1"/>
        </w:rPr>
        <w:t xml:space="preserve"> </w:t>
      </w:r>
      <w:r w:rsidRPr="00224610">
        <w:rPr>
          <w:color w:val="000000" w:themeColor="text1"/>
        </w:rPr>
        <w:t>Sim, TODOS os integrantes do time precisam enviar.</w:t>
      </w:r>
    </w:p>
    <w:p w14:paraId="2D76B3AF" w14:textId="511320C0" w:rsidR="00224610" w:rsidRP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>Tenho até quando para enviar</w:t>
      </w:r>
      <w:r w:rsidRPr="00224610">
        <w:rPr>
          <w:b/>
          <w:bCs/>
          <w:color w:val="000000" w:themeColor="text1"/>
        </w:rPr>
        <w:t>?</w:t>
      </w:r>
      <w:r w:rsidRPr="00224610">
        <w:rPr>
          <w:color w:val="000000" w:themeColor="text1"/>
        </w:rPr>
        <w:t xml:space="preserve"> </w:t>
      </w:r>
      <w:r w:rsidRPr="00224610">
        <w:rPr>
          <w:color w:val="000000" w:themeColor="text1"/>
        </w:rPr>
        <w:t>Até o dia 10 de Setembro.</w:t>
      </w:r>
    </w:p>
    <w:p w14:paraId="23D2C488" w14:textId="4BE957FB" w:rsidR="00224610" w:rsidRP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>Como vou ser avaliado</w:t>
      </w:r>
      <w:r w:rsidRPr="00224610">
        <w:rPr>
          <w:b/>
          <w:bCs/>
          <w:color w:val="000000" w:themeColor="text1"/>
        </w:rPr>
        <w:t>?</w:t>
      </w:r>
      <w:r w:rsidRPr="00224610">
        <w:rPr>
          <w:color w:val="000000" w:themeColor="text1"/>
        </w:rPr>
        <w:t xml:space="preserve"> </w:t>
      </w:r>
      <w:r w:rsidRPr="00224610">
        <w:rPr>
          <w:color w:val="000000" w:themeColor="text1"/>
        </w:rPr>
        <w:t>Vou chamar o time durante a aula, verificar o funcionamento e realizar questionamentos simples.</w:t>
      </w:r>
    </w:p>
    <w:p w14:paraId="569102AF" w14:textId="4A36AD54" w:rsid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>Alguma sugestão</w:t>
      </w:r>
      <w:r w:rsidRPr="00224610">
        <w:rPr>
          <w:b/>
          <w:bCs/>
          <w:color w:val="000000" w:themeColor="text1"/>
        </w:rPr>
        <w:t>?</w:t>
      </w:r>
      <w:r w:rsidRPr="00224610">
        <w:rPr>
          <w:color w:val="000000" w:themeColor="text1"/>
        </w:rPr>
        <w:t xml:space="preserve"> </w:t>
      </w:r>
      <w:r w:rsidRPr="00224610">
        <w:rPr>
          <w:color w:val="000000" w:themeColor="text1"/>
        </w:rPr>
        <w:t>Sim, façam sozinhos e depois tentem verificar quem fez melhor e envie.</w:t>
      </w:r>
    </w:p>
    <w:p w14:paraId="0FFCCE8E" w14:textId="118D0BCE" w:rsidR="00224610" w:rsidRDefault="00224610" w:rsidP="00224610">
      <w:pPr>
        <w:pStyle w:val="PargrafodaLista"/>
        <w:numPr>
          <w:ilvl w:val="0"/>
          <w:numId w:val="2"/>
        </w:numPr>
        <w:jc w:val="both"/>
        <w:rPr>
          <w:color w:val="000000" w:themeColor="text1"/>
        </w:rPr>
      </w:pPr>
      <w:r w:rsidRPr="00224610">
        <w:rPr>
          <w:b/>
          <w:bCs/>
          <w:color w:val="000000" w:themeColor="text1"/>
        </w:rPr>
        <w:t xml:space="preserve">Alguma </w:t>
      </w:r>
      <w:r>
        <w:rPr>
          <w:b/>
          <w:bCs/>
          <w:color w:val="000000" w:themeColor="text1"/>
        </w:rPr>
        <w:t xml:space="preserve">outra </w:t>
      </w:r>
      <w:r w:rsidRPr="00224610">
        <w:rPr>
          <w:b/>
          <w:bCs/>
          <w:color w:val="000000" w:themeColor="text1"/>
        </w:rPr>
        <w:t>sugestão?</w:t>
      </w:r>
      <w:r w:rsidRPr="00224610">
        <w:rPr>
          <w:color w:val="000000" w:themeColor="text1"/>
        </w:rPr>
        <w:t xml:space="preserve"> </w:t>
      </w:r>
      <w:r>
        <w:rPr>
          <w:color w:val="000000" w:themeColor="text1"/>
        </w:rPr>
        <w:t>Não foque na nota, mas no aprendizado!</w:t>
      </w:r>
    </w:p>
    <w:p w14:paraId="2EA43B7F" w14:textId="77777777" w:rsidR="00224610" w:rsidRPr="00224610" w:rsidRDefault="00224610" w:rsidP="00224610">
      <w:pPr>
        <w:jc w:val="both"/>
        <w:rPr>
          <w:color w:val="000000" w:themeColor="text1"/>
        </w:rPr>
      </w:pPr>
    </w:p>
    <w:p w14:paraId="11C15BAF" w14:textId="77777777" w:rsidR="00224610" w:rsidRDefault="00224610" w:rsidP="00224610">
      <w:pPr>
        <w:jc w:val="both"/>
        <w:rPr>
          <w:color w:val="000000" w:themeColor="text1"/>
        </w:rPr>
      </w:pPr>
    </w:p>
    <w:p w14:paraId="65DC486E" w14:textId="77777777" w:rsidR="00224610" w:rsidRPr="00224610" w:rsidRDefault="00224610" w:rsidP="00224610">
      <w:pPr>
        <w:jc w:val="both"/>
        <w:rPr>
          <w:color w:val="000000" w:themeColor="text1"/>
        </w:rPr>
      </w:pPr>
    </w:p>
    <w:p w14:paraId="1740D6A2" w14:textId="77777777" w:rsidR="00224610" w:rsidRPr="00224610" w:rsidRDefault="00224610" w:rsidP="00224610">
      <w:pPr>
        <w:jc w:val="both"/>
        <w:rPr>
          <w:color w:val="000000" w:themeColor="text1"/>
        </w:rPr>
      </w:pPr>
    </w:p>
    <w:p w14:paraId="4972A708" w14:textId="77777777" w:rsidR="00224610" w:rsidRPr="00224610" w:rsidRDefault="00224610" w:rsidP="00224610">
      <w:pPr>
        <w:jc w:val="both"/>
        <w:rPr>
          <w:color w:val="000000" w:themeColor="text1"/>
        </w:rPr>
      </w:pPr>
    </w:p>
    <w:p w14:paraId="5972E38F" w14:textId="77777777" w:rsidR="00224610" w:rsidRPr="00845661" w:rsidRDefault="00224610" w:rsidP="00845661">
      <w:pPr>
        <w:pStyle w:val="Saudao"/>
        <w:jc w:val="both"/>
      </w:pPr>
    </w:p>
    <w:sectPr w:rsidR="00224610" w:rsidRPr="00845661" w:rsidSect="00030C2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0D1EA" w14:textId="77777777" w:rsidR="00F4773C" w:rsidRDefault="00F4773C" w:rsidP="00A66B18">
      <w:pPr>
        <w:spacing w:before="0" w:after="0"/>
      </w:pPr>
      <w:r>
        <w:separator/>
      </w:r>
    </w:p>
  </w:endnote>
  <w:endnote w:type="continuationSeparator" w:id="0">
    <w:p w14:paraId="16CCC878" w14:textId="77777777" w:rsidR="00F4773C" w:rsidRDefault="00F4773C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B0588" w14:textId="77777777" w:rsidR="00F4773C" w:rsidRDefault="00F4773C" w:rsidP="00A66B18">
      <w:pPr>
        <w:spacing w:before="0" w:after="0"/>
      </w:pPr>
      <w:r>
        <w:separator/>
      </w:r>
    </w:p>
  </w:footnote>
  <w:footnote w:type="continuationSeparator" w:id="0">
    <w:p w14:paraId="56E6A706" w14:textId="77777777" w:rsidR="00F4773C" w:rsidRDefault="00F4773C" w:rsidP="00A66B1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04240"/>
    <w:multiLevelType w:val="hybridMultilevel"/>
    <w:tmpl w:val="9D1846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CFA0E54"/>
    <w:multiLevelType w:val="hybridMultilevel"/>
    <w:tmpl w:val="D45E9F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F"/>
    <w:rsid w:val="00030C2F"/>
    <w:rsid w:val="00083BAA"/>
    <w:rsid w:val="0010680C"/>
    <w:rsid w:val="00152B0B"/>
    <w:rsid w:val="001766D6"/>
    <w:rsid w:val="00192419"/>
    <w:rsid w:val="001C270D"/>
    <w:rsid w:val="001E2320"/>
    <w:rsid w:val="00214E28"/>
    <w:rsid w:val="00224610"/>
    <w:rsid w:val="00352B81"/>
    <w:rsid w:val="00394757"/>
    <w:rsid w:val="003A0150"/>
    <w:rsid w:val="003E24DF"/>
    <w:rsid w:val="0041428F"/>
    <w:rsid w:val="004A2B0D"/>
    <w:rsid w:val="005C2210"/>
    <w:rsid w:val="00615018"/>
    <w:rsid w:val="0062123A"/>
    <w:rsid w:val="00646E75"/>
    <w:rsid w:val="006F6F10"/>
    <w:rsid w:val="00783E79"/>
    <w:rsid w:val="007B5AE8"/>
    <w:rsid w:val="007F5192"/>
    <w:rsid w:val="00831721"/>
    <w:rsid w:val="00845661"/>
    <w:rsid w:val="00862A06"/>
    <w:rsid w:val="00A26FE7"/>
    <w:rsid w:val="00A66B18"/>
    <w:rsid w:val="00A6783B"/>
    <w:rsid w:val="00A96CF8"/>
    <w:rsid w:val="00AA089B"/>
    <w:rsid w:val="00AE1388"/>
    <w:rsid w:val="00AF3982"/>
    <w:rsid w:val="00B50294"/>
    <w:rsid w:val="00B57D6E"/>
    <w:rsid w:val="00B93312"/>
    <w:rsid w:val="00BF4733"/>
    <w:rsid w:val="00C701F7"/>
    <w:rsid w:val="00C70786"/>
    <w:rsid w:val="00D10958"/>
    <w:rsid w:val="00D20195"/>
    <w:rsid w:val="00D56EF1"/>
    <w:rsid w:val="00D66593"/>
    <w:rsid w:val="00DE6DA2"/>
    <w:rsid w:val="00DF2D30"/>
    <w:rsid w:val="00E4786A"/>
    <w:rsid w:val="00E55D74"/>
    <w:rsid w:val="00E6540C"/>
    <w:rsid w:val="00E81E2A"/>
    <w:rsid w:val="00E82FCF"/>
    <w:rsid w:val="00EE0952"/>
    <w:rsid w:val="00F4773C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45E10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A6783B"/>
    <w:pPr>
      <w:spacing w:before="40" w:after="360"/>
      <w:ind w:left="720" w:right="720"/>
    </w:pPr>
    <w:rPr>
      <w:rFonts w:eastAsiaTheme="minorHAnsi"/>
      <w:color w:val="595959" w:themeColor="text1" w:themeTint="A6"/>
      <w:kern w:val="20"/>
      <w:szCs w:val="20"/>
    </w:rPr>
  </w:style>
  <w:style w:type="paragraph" w:styleId="Ttulo1">
    <w:name w:val="heading 1"/>
    <w:basedOn w:val="Normal"/>
    <w:next w:val="Normal"/>
    <w:link w:val="Ttulo1Char"/>
    <w:uiPriority w:val="8"/>
    <w:unhideWhenUsed/>
    <w:qFormat/>
    <w:rsid w:val="003E24DF"/>
    <w:pPr>
      <w:spacing w:before="0"/>
      <w:contextualSpacing/>
      <w:outlineLvl w:val="0"/>
    </w:pPr>
    <w:rPr>
      <w:rFonts w:asciiTheme="majorHAnsi" w:eastAsiaTheme="majorEastAsia" w:hAnsiTheme="majorHAnsi" w:cstheme="majorBidi"/>
      <w:caps/>
      <w:color w:val="112F51" w:themeColor="accent1" w:themeShade="BF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8"/>
    <w:rsid w:val="003E24DF"/>
    <w:rPr>
      <w:rFonts w:asciiTheme="majorHAnsi" w:eastAsiaTheme="majorEastAsia" w:hAnsiTheme="majorHAnsi" w:cstheme="majorBidi"/>
      <w:caps/>
      <w:color w:val="112F51" w:themeColor="accent1" w:themeShade="BF"/>
      <w:kern w:val="20"/>
      <w:sz w:val="20"/>
      <w:szCs w:val="20"/>
    </w:rPr>
  </w:style>
  <w:style w:type="paragraph" w:customStyle="1" w:styleId="Destinatrio1">
    <w:name w:val="Destinatário1"/>
    <w:basedOn w:val="Normal"/>
    <w:uiPriority w:val="3"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Saudao">
    <w:name w:val="Salutation"/>
    <w:basedOn w:val="Normal"/>
    <w:link w:val="SaudaoChar"/>
    <w:uiPriority w:val="4"/>
    <w:unhideWhenUsed/>
    <w:qFormat/>
    <w:rsid w:val="00A66B18"/>
    <w:pPr>
      <w:spacing w:before="720"/>
    </w:pPr>
  </w:style>
  <w:style w:type="character" w:customStyle="1" w:styleId="SaudaoChar">
    <w:name w:val="Saudação Char"/>
    <w:basedOn w:val="Fontepargpadro"/>
    <w:link w:val="Saudao"/>
    <w:uiPriority w:val="4"/>
    <w:rsid w:val="00A66B18"/>
    <w:rPr>
      <w:rFonts w:eastAsiaTheme="minorHAnsi"/>
      <w:color w:val="595959" w:themeColor="text1" w:themeTint="A6"/>
      <w:kern w:val="20"/>
      <w:sz w:val="20"/>
      <w:szCs w:val="20"/>
    </w:rPr>
  </w:style>
  <w:style w:type="paragraph" w:styleId="Encerramento">
    <w:name w:val="Closing"/>
    <w:basedOn w:val="Normal"/>
    <w:next w:val="Assinatura"/>
    <w:link w:val="EncerramentoChar"/>
    <w:uiPriority w:val="6"/>
    <w:unhideWhenUsed/>
    <w:qFormat/>
    <w:rsid w:val="00A6783B"/>
    <w:pPr>
      <w:spacing w:before="480" w:after="960"/>
    </w:pPr>
  </w:style>
  <w:style w:type="character" w:customStyle="1" w:styleId="EncerramentoChar">
    <w:name w:val="Encerramento Char"/>
    <w:basedOn w:val="Fontepargpadro"/>
    <w:link w:val="Encerramento"/>
    <w:uiPriority w:val="6"/>
    <w:rsid w:val="00A6783B"/>
    <w:rPr>
      <w:rFonts w:eastAsiaTheme="minorHAnsi"/>
      <w:color w:val="595959" w:themeColor="text1" w:themeTint="A6"/>
      <w:kern w:val="20"/>
      <w:szCs w:val="20"/>
    </w:rPr>
  </w:style>
  <w:style w:type="paragraph" w:styleId="Assinatura">
    <w:name w:val="Signature"/>
    <w:basedOn w:val="Normal"/>
    <w:link w:val="AssinaturaChar"/>
    <w:uiPriority w:val="7"/>
    <w:unhideWhenUsed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AssinaturaChar">
    <w:name w:val="Assinatura Char"/>
    <w:basedOn w:val="Fontepargpadro"/>
    <w:link w:val="Assinatura"/>
    <w:uiPriority w:val="7"/>
    <w:rsid w:val="00A6783B"/>
    <w:rPr>
      <w:rFonts w:eastAsiaTheme="minorHAnsi"/>
      <w:b/>
      <w:bCs/>
      <w:color w:val="17406D" w:themeColor="accent1"/>
      <w:kern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3E24DF"/>
    <w:pPr>
      <w:spacing w:after="0"/>
      <w:jc w:val="right"/>
    </w:pPr>
  </w:style>
  <w:style w:type="character" w:customStyle="1" w:styleId="CabealhoChar">
    <w:name w:val="Cabeçalho Char"/>
    <w:basedOn w:val="Fontepargpadro"/>
    <w:link w:val="Cabealho"/>
    <w:uiPriority w:val="99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character" w:styleId="Forte">
    <w:name w:val="Strong"/>
    <w:basedOn w:val="Fontepargpadro"/>
    <w:uiPriority w:val="1"/>
    <w:rsid w:val="003E24DF"/>
    <w:rPr>
      <w:b/>
      <w:bCs/>
    </w:rPr>
  </w:style>
  <w:style w:type="paragraph" w:customStyle="1" w:styleId="Informaesdecontato">
    <w:name w:val="Informações de contato"/>
    <w:basedOn w:val="Normal"/>
    <w:uiPriority w:val="1"/>
    <w:qFormat/>
    <w:rsid w:val="00A66B18"/>
    <w:pPr>
      <w:spacing w:before="0" w:after="0"/>
    </w:pPr>
    <w:rPr>
      <w:color w:val="FFFFFF" w:themeColor="background1"/>
    </w:rPr>
  </w:style>
  <w:style w:type="character" w:customStyle="1" w:styleId="Ttulo2Char">
    <w:name w:val="Título 2 Char"/>
    <w:basedOn w:val="Fontepargpadro"/>
    <w:link w:val="Ttulo2"/>
    <w:uiPriority w:val="9"/>
    <w:rsid w:val="004A2B0D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kern w:val="0"/>
      <w:szCs w:val="24"/>
    </w:rPr>
  </w:style>
  <w:style w:type="character" w:styleId="TextodoEspaoReservado">
    <w:name w:val="Placeholder Text"/>
    <w:basedOn w:val="Fontepargpadro"/>
    <w:uiPriority w:val="99"/>
    <w:semiHidden/>
    <w:rsid w:val="001766D6"/>
    <w:rPr>
      <w:color w:val="808080"/>
    </w:rPr>
  </w:style>
  <w:style w:type="paragraph" w:styleId="Rodap">
    <w:name w:val="footer"/>
    <w:basedOn w:val="Normal"/>
    <w:link w:val="RodapChar"/>
    <w:uiPriority w:val="99"/>
    <w:unhideWhenUsed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A66B18"/>
    <w:rPr>
      <w:rFonts w:eastAsiaTheme="minorHAnsi"/>
      <w:color w:val="595959" w:themeColor="text1" w:themeTint="A6"/>
      <w:kern w:val="20"/>
      <w:sz w:val="20"/>
      <w:szCs w:val="20"/>
    </w:rPr>
  </w:style>
  <w:style w:type="paragraph" w:customStyle="1" w:styleId="Logotipo">
    <w:name w:val="Logotipo"/>
    <w:basedOn w:val="Normal"/>
    <w:next w:val="Normal"/>
    <w:link w:val="CaracteresdoLogotipo"/>
    <w:qFormat/>
    <w:rsid w:val="00AA089B"/>
    <w:pPr>
      <w:spacing w:before="0" w:after="0"/>
      <w:ind w:left="-180" w:right="-24"/>
      <w:jc w:val="center"/>
    </w:pPr>
    <w:rPr>
      <w:rFonts w:hAnsi="Calibri"/>
      <w:b/>
      <w:bCs/>
      <w:color w:val="FFFFFF" w:themeColor="background1"/>
      <w:spacing w:val="120"/>
      <w:kern w:val="24"/>
      <w:sz w:val="44"/>
      <w:szCs w:val="48"/>
    </w:rPr>
  </w:style>
  <w:style w:type="character" w:customStyle="1" w:styleId="CaracteresdoLogotipo">
    <w:name w:val="Caracteres do Logotipo"/>
    <w:basedOn w:val="Fontepargpadro"/>
    <w:link w:val="Logotipo"/>
    <w:rsid w:val="00AA089B"/>
    <w:rPr>
      <w:rFonts w:eastAsiaTheme="minorHAnsi" w:hAnsi="Calibri"/>
      <w:b/>
      <w:bCs/>
      <w:color w:val="FFFFFF" w:themeColor="background1"/>
      <w:spacing w:val="120"/>
      <w:kern w:val="24"/>
      <w:sz w:val="44"/>
      <w:szCs w:val="48"/>
    </w:rPr>
  </w:style>
  <w:style w:type="paragraph" w:styleId="PargrafodaLista">
    <w:name w:val="List Paragraph"/>
    <w:basedOn w:val="Normal"/>
    <w:uiPriority w:val="34"/>
    <w:semiHidden/>
    <w:rsid w:val="00E82FCF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\AppData\Local\Microsoft\Office\16.0\DTS\pt-BR%7bA45F9514-ED36-425E-8261-9CA0199D4C26%7d\%7b32C9DE46-DD63-408B-9F80-4060DC81A678%7dtf56348247_win32.dotx" TargetMode="External"/></Relationship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09AE5A-B3B6-44BC-8570-615CB5E05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B74C0E-7993-40E1-930F-CF78C434EB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F3428B7B-A1F9-4CED-B52D-314C139B2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{32C9DE46-DD63-408B-9F80-4060DC81A678}tf56348247_win32.dotx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2022-09-01T00:41:00Z</dcterms:created>
  <dcterms:modified xsi:type="dcterms:W3CDTF">2022-09-01T00:57:00Z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